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76BDF3F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C673E6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37D57C0F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BD663E" w:rsidRPr="00EB137C">
        <w:rPr>
          <w:rFonts w:cstheme="minorHAnsi"/>
          <w:noProof/>
          <w:szCs w:val="18"/>
          <w:lang w:eastAsia="pl-PL"/>
        </w:rPr>
        <w:t>POST/DYS/OW/GZ/00182/2026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BD663E" w:rsidRPr="00EB137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36F3EB3E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BD663E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0C1C2EC8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BD663E" w:rsidRPr="00EB137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044D6948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BD663E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BD663E" w:rsidRPr="00EB137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108DC7AA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BD663E" w:rsidRPr="00EB137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BD663E" w:rsidRPr="00EB137C">
        <w:rPr>
          <w:rFonts w:cstheme="minorHAnsi"/>
          <w:b/>
          <w:noProof/>
        </w:rPr>
        <w:t>POST/DYS/OW/GZ/00182/2026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682E6CA1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BD663E" w:rsidRPr="00EB137C">
        <w:rPr>
          <w:rFonts w:cstheme="minorHAnsi"/>
          <w:noProof/>
          <w:lang w:eastAsia="pl-PL"/>
        </w:rPr>
        <w:t>POST/DYS/OW/GZ/00182/2026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BD663E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79615026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BD663E" w:rsidRPr="00EB137C">
        <w:rPr>
          <w:rFonts w:cstheme="minorHAnsi"/>
          <w:noProof/>
          <w:lang w:eastAsia="pl-PL"/>
        </w:rPr>
        <w:t>POST/DYS/OW/GZ/00182/2026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BD663E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25C99713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BD663E" w:rsidRPr="00EB137C">
        <w:rPr>
          <w:rFonts w:cstheme="minorHAnsi"/>
          <w:noProof/>
          <w:lang w:eastAsia="pl-PL"/>
        </w:rPr>
        <w:t>POST/DYS/OW/GZ/00182/2026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BD663E" w:rsidRPr="00EB137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33E6C145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D663E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0B5DB9E9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D663E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POST/DYS/OW/GZ/00182/2026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389C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6834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00BC"/>
    <w:rsid w:val="00286533"/>
    <w:rsid w:val="002A3129"/>
    <w:rsid w:val="002A48F7"/>
    <w:rsid w:val="002B3D76"/>
    <w:rsid w:val="002B5C62"/>
    <w:rsid w:val="002C470F"/>
    <w:rsid w:val="002C66E0"/>
    <w:rsid w:val="002D0EEA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51AB4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1CDC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1A5B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4E5B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33EB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2BE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D663E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44B1"/>
    <w:rsid w:val="00C45F7E"/>
    <w:rsid w:val="00C5009D"/>
    <w:rsid w:val="00C51AD4"/>
    <w:rsid w:val="00C53182"/>
    <w:rsid w:val="00C53A22"/>
    <w:rsid w:val="00C64A07"/>
    <w:rsid w:val="00C6569B"/>
    <w:rsid w:val="00C66B9A"/>
    <w:rsid w:val="00C673E6"/>
    <w:rsid w:val="00C707D1"/>
    <w:rsid w:val="00C737A1"/>
    <w:rsid w:val="00C73916"/>
    <w:rsid w:val="00C76EA7"/>
    <w:rsid w:val="00C77BCF"/>
    <w:rsid w:val="00C860C6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16719"/>
    <w:rsid w:val="00D21BCE"/>
    <w:rsid w:val="00D24735"/>
    <w:rsid w:val="00D24D93"/>
    <w:rsid w:val="00D25215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305E"/>
    <w:rsid w:val="00E45F98"/>
    <w:rsid w:val="00E514E3"/>
    <w:rsid w:val="00E53CED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0513B"/>
    <w:rsid w:val="00F163CD"/>
    <w:rsid w:val="00F21DD8"/>
    <w:rsid w:val="00F25128"/>
    <w:rsid w:val="00F32BD1"/>
    <w:rsid w:val="00F3414F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1C4C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182_zał nr 4, 6, 7, 8, 11 do SWZ.docx</dmsv2BaseFileName>
    <dmsv2BaseDisplayName xmlns="http://schemas.microsoft.com/sharepoint/v3">182_zał nr 4, 6, 7, 8, 11 do SWZ</dmsv2BaseDisplayName>
    <dmsv2SWPP2ObjectNumber xmlns="http://schemas.microsoft.com/sharepoint/v3">POST/DYS/OW/GZ/00182/2026                         </dmsv2SWPP2ObjectNumber>
    <dmsv2SWPP2SumMD5 xmlns="http://schemas.microsoft.com/sharepoint/v3">244cde1db5b19d830a39e32e80d32f42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24188007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JEUP5JKVCYQC-1398355148-10972</_dlc_DocId>
    <_dlc_DocIdUrl xmlns="a19cb1c7-c5c7-46d4-85ae-d83685407bba">
      <Url>https://swpp2.dms.gkpge.pl/sites/41/_layouts/15/DocIdRedir.aspx?ID=JEUP5JKVCYQC-1398355148-10972</Url>
      <Description>JEUP5JKVCYQC-1398355148-10972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39E224-5211-4FDC-96E9-888A881AD8E1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FF66CA7-B1D4-45AE-9AB3-64701DC78BB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5254</Words>
  <Characters>31525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2026-01-26T08:48:00Z</dcterms:created>
  <dcterms:modified xsi:type="dcterms:W3CDTF">2026-01-26T08:49:00Z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a3ba5b91-cce7-46b3-847c-092fa09dc7e5</vt:lpwstr>
  </property>
</Properties>
</file>